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E9AC" w14:textId="77777777" w:rsidR="0080036E" w:rsidRPr="003401B5" w:rsidRDefault="0080036E" w:rsidP="0080036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02E3CB5" w14:textId="77777777" w:rsidR="00A82844" w:rsidRP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Muzeum Szlachty Mazowieckiej w Ciechanowie</w:t>
      </w:r>
    </w:p>
    <w:p w14:paraId="78DBC1B2" w14:textId="77777777" w:rsidR="00A82844" w:rsidRP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ul Warszawska 61a</w:t>
      </w:r>
    </w:p>
    <w:p w14:paraId="21A2B09E" w14:textId="77777777" w:rsid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06-400 Ciechanów</w:t>
      </w:r>
    </w:p>
    <w:p w14:paraId="795E670D" w14:textId="77777777" w:rsidR="00A82844" w:rsidRDefault="00A82844" w:rsidP="00A82844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</w:p>
    <w:p w14:paraId="35A44CC4" w14:textId="77777777" w:rsidR="00EF6684" w:rsidRPr="003401B5" w:rsidRDefault="00EF6684" w:rsidP="00A82844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Wykonawca:</w:t>
      </w:r>
      <w:r w:rsidR="00316C0F" w:rsidRPr="003401B5">
        <w:rPr>
          <w:rFonts w:asciiTheme="minorHAnsi" w:hAnsiTheme="minorHAnsi" w:cstheme="minorHAnsi"/>
          <w:b/>
          <w:sz w:val="20"/>
          <w:szCs w:val="20"/>
        </w:rPr>
        <w:tab/>
      </w:r>
    </w:p>
    <w:p w14:paraId="7B21DC88" w14:textId="77777777" w:rsidR="00AD15A5" w:rsidRPr="003401B5" w:rsidRDefault="00AD15A5" w:rsidP="00A410EB">
      <w:pPr>
        <w:rPr>
          <w:rFonts w:asciiTheme="minorHAnsi" w:hAnsiTheme="minorHAnsi" w:cstheme="minorHAnsi"/>
          <w:b/>
          <w:sz w:val="20"/>
          <w:szCs w:val="20"/>
        </w:rPr>
      </w:pPr>
    </w:p>
    <w:p w14:paraId="5D164BBC" w14:textId="77777777" w:rsidR="00EF6684" w:rsidRPr="003401B5" w:rsidRDefault="00EF6684" w:rsidP="00A410EB">
      <w:pPr>
        <w:tabs>
          <w:tab w:val="left" w:pos="5245"/>
        </w:tabs>
        <w:ind w:right="3827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……………………………………………………..……………………………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</w:t>
      </w:r>
    </w:p>
    <w:p w14:paraId="3B644EBA" w14:textId="77777777" w:rsidR="00EF6684" w:rsidRPr="003401B5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(pełna nazwa/firma, adres, w </w:t>
      </w:r>
      <w:r w:rsidR="00AD15A5" w:rsidRPr="003401B5">
        <w:rPr>
          <w:rFonts w:asciiTheme="minorHAnsi" w:hAnsiTheme="minorHAnsi" w:cstheme="minorHAnsi"/>
          <w:i/>
          <w:sz w:val="20"/>
          <w:szCs w:val="20"/>
        </w:rPr>
        <w:t>z</w:t>
      </w:r>
      <w:r w:rsidRPr="003401B5">
        <w:rPr>
          <w:rFonts w:asciiTheme="minorHAnsi" w:hAnsiTheme="minorHAnsi" w:cstheme="minorHAnsi"/>
          <w:i/>
          <w:sz w:val="20"/>
          <w:szCs w:val="20"/>
        </w:rPr>
        <w:t>ależności od podmiotu: NIP/PESEL, KRS/CEiDG)</w:t>
      </w:r>
    </w:p>
    <w:p w14:paraId="122D10D6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5EB9E5B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  <w:r w:rsidRPr="003401B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B27073E" w14:textId="77777777" w:rsidR="00AD15A5" w:rsidRPr="003401B5" w:rsidRDefault="00AD15A5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434D8481" w14:textId="77777777" w:rsidR="00EF6684" w:rsidRPr="003401B5" w:rsidRDefault="00EF6684" w:rsidP="00A410EB">
      <w:pPr>
        <w:ind w:right="3969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0FE11E6F" w14:textId="77777777" w:rsidR="00EF6684" w:rsidRPr="003401B5" w:rsidRDefault="001E03F8" w:rsidP="00A410EB">
      <w:pPr>
        <w:ind w:right="4252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(imię, nazwisko, </w:t>
      </w:r>
      <w:r w:rsidR="00EF6684" w:rsidRPr="003401B5">
        <w:rPr>
          <w:rFonts w:asciiTheme="minorHAnsi" w:hAnsiTheme="minorHAnsi" w:cstheme="minorHAnsi"/>
          <w:i/>
          <w:sz w:val="20"/>
          <w:szCs w:val="20"/>
        </w:rPr>
        <w:t>stanowisko/podstawa do reprezentacji)</w:t>
      </w:r>
    </w:p>
    <w:p w14:paraId="4A594C6F" w14:textId="77777777" w:rsidR="00FD6C11" w:rsidRPr="003401B5" w:rsidRDefault="00FD6C11" w:rsidP="00EF668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ED61C6F" w14:textId="77777777" w:rsidR="00EF6684" w:rsidRPr="003401B5" w:rsidRDefault="004A57DC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WYKAZ OSÓB</w:t>
      </w:r>
    </w:p>
    <w:p w14:paraId="570DAD8F" w14:textId="09C78CD0" w:rsidR="00B952F1" w:rsidRDefault="00EF6684" w:rsidP="009D1FE8">
      <w:pPr>
        <w:jc w:val="both"/>
        <w:rPr>
          <w:rFonts w:cs="Calibr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Dotyczy zamówienia:</w:t>
      </w:r>
      <w:r w:rsidR="00C1525C" w:rsidRPr="00C1525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6F36E4" w:rsidRPr="006F36E4">
        <w:rPr>
          <w:rFonts w:asciiTheme="minorHAnsi" w:hAnsiTheme="minorHAnsi" w:cstheme="minorHAnsi"/>
          <w:i/>
          <w:sz w:val="20"/>
          <w:szCs w:val="20"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7657E4A6" w14:textId="77777777" w:rsidR="00815169" w:rsidRPr="007C5EDF" w:rsidRDefault="00815169" w:rsidP="009D1FE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2C81B9E" w14:textId="77777777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7C5EDF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i wykształcenia niezbędnych do  wykonania zamówienia publicznego, a także zakresu wykonanych przez</w:t>
      </w:r>
      <w:r w:rsidRPr="003401B5">
        <w:rPr>
          <w:rFonts w:asciiTheme="minorHAnsi" w:hAnsiTheme="minorHAnsi" w:cstheme="minorHAnsi"/>
          <w:sz w:val="20"/>
          <w:szCs w:val="20"/>
        </w:rPr>
        <w:t xml:space="preserve"> nie czynności oraz informacją o podstawie do dysponowania tymi osobami</w:t>
      </w:r>
    </w:p>
    <w:p w14:paraId="69A14BB2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05B69D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5567" w:type="dxa"/>
        <w:tblInd w:w="-283" w:type="dxa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483"/>
        <w:gridCol w:w="1515"/>
        <w:gridCol w:w="2161"/>
        <w:gridCol w:w="5391"/>
        <w:gridCol w:w="3156"/>
        <w:gridCol w:w="2861"/>
      </w:tblGrid>
      <w:tr w:rsidR="0006116F" w:rsidRPr="009F34F0" w14:paraId="345E006A" w14:textId="77777777" w:rsidTr="00E47F49">
        <w:trPr>
          <w:trHeight w:val="201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6CC4" w14:textId="77777777" w:rsidR="0006116F" w:rsidRPr="009F34F0" w:rsidRDefault="0006116F" w:rsidP="0006116F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29F4E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  <w:p w14:paraId="69862FCD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BBB7" w14:textId="77777777" w:rsidR="0006116F" w:rsidRPr="009F34F0" w:rsidRDefault="0006116F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23910" w14:textId="77777777" w:rsidR="0006116F" w:rsidRPr="009F34F0" w:rsidRDefault="0006116F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Informacje na temat kwalifikacji zawodowych, doświadczenia i wykształcenia niezbędnych do wykonania zamówienia oraz pozostawania w stosunku pracy bądź w stosunku cywilno-prawnym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15FE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Nr uprawnień, data ich wydania, zakres uprawnień (bez ograniczeń, w ograniczonym zakresie), nazwa organu który je wydał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5AB5" w14:textId="77777777" w:rsidR="0006116F" w:rsidRPr="009F34F0" w:rsidRDefault="0006116F" w:rsidP="0006116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1DDCA2CB" w14:textId="53D1AA65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06116F" w:rsidRPr="009F34F0" w14:paraId="1E28440E" w14:textId="77777777" w:rsidTr="00E47F49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2C4F7" w14:textId="77777777" w:rsidR="0006116F" w:rsidRPr="009F34F0" w:rsidRDefault="0006116F" w:rsidP="0006116F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0522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B52F" w14:textId="47F826DA" w:rsidR="0006116F" w:rsidRPr="009F34F0" w:rsidRDefault="00B9607E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Projektant w branży konstrukcyjno - </w:t>
            </w:r>
            <w:r w:rsidR="0006116F" w:rsidRPr="009F34F0">
              <w:rPr>
                <w:rFonts w:ascii="Times New Roman" w:hAnsi="Times New Roman"/>
                <w:bCs/>
                <w:sz w:val="20"/>
                <w:szCs w:val="20"/>
              </w:rPr>
              <w:t>budow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lanej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CDC6" w14:textId="6CB73CA4" w:rsidR="00B9607E" w:rsidRDefault="0006116F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="00B9607E"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 w:rsidR="00B9607E"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="00B9607E"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 w:rsid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="00B9607E"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="00B9607E"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="00B9607E"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5F78A1CA" w14:textId="09F0ECB7" w:rsidR="0006116F" w:rsidRPr="009F34F0" w:rsidRDefault="00E47F49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06116F"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……………………………………………………………. (podać nazwę zadania, podmiotu na rzecz którego była </w:t>
            </w:r>
            <w:r w:rsidR="0006116F" w:rsidRPr="009F3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wykonywana usługa)</w:t>
            </w:r>
          </w:p>
          <w:p w14:paraId="31E3BDA4" w14:textId="70DC5310" w:rsidR="0006116F" w:rsidRDefault="00B9607E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="0006116F"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41DEB9A7" w14:textId="08983E60" w:rsidR="00E47F49" w:rsidRDefault="00B9607E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7C977C49" w14:textId="77777777" w:rsidR="00F66199" w:rsidRDefault="00F66199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F60D309" w14:textId="77777777" w:rsidR="00F66199" w:rsidRDefault="00F66199" w:rsidP="00F6619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2F9AC413" w14:textId="77777777" w:rsidR="00F66199" w:rsidRDefault="00F66199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C184C4" w14:textId="5A8807A9" w:rsidR="00E47F49" w:rsidRPr="009F34F0" w:rsidRDefault="00E47F49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2F0F191D" w14:textId="77777777" w:rsidR="00E47F49" w:rsidRPr="009F34F0" w:rsidRDefault="00E47F49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420A6B41" w14:textId="77777777" w:rsidR="00E47F49" w:rsidRPr="009F34F0" w:rsidRDefault="00E47F49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8EF0EB4" w14:textId="44182D90" w:rsidR="0006116F" w:rsidRPr="009F34F0" w:rsidRDefault="0006116F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C5DD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Nr uprawnień i data ich wydania:</w:t>
            </w:r>
          </w:p>
          <w:p w14:paraId="4F9A8B26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</w:t>
            </w:r>
          </w:p>
          <w:p w14:paraId="76D8FECD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DB4020B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Zakres posiadanych uprawnień: ……………………………..</w:t>
            </w:r>
          </w:p>
          <w:p w14:paraId="7DBF5EB2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1A0D8DD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Nazwa organu wydającego:</w:t>
            </w:r>
          </w:p>
          <w:p w14:paraId="02AC560E" w14:textId="77777777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………………………………….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B9F6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0B24E0F8" w14:textId="77777777" w:rsidR="0006116F" w:rsidRPr="009F34F0" w:rsidRDefault="0006116F" w:rsidP="0006116F">
            <w:pPr>
              <w:ind w:left="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0D75254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86DFA4E" w14:textId="7F7E17E2" w:rsidR="0006116F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9F34F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815169" w:rsidRPr="009F34F0" w14:paraId="3CEAA603" w14:textId="77777777" w:rsidTr="00E47F49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7CAB" w14:textId="77777777" w:rsidR="00815169" w:rsidRPr="009F34F0" w:rsidRDefault="00815169" w:rsidP="00501F56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66CB6" w14:textId="77777777" w:rsidR="00815169" w:rsidRPr="009F34F0" w:rsidRDefault="00815169" w:rsidP="00501F56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54BA0" w14:textId="5A5DA359" w:rsidR="00815169" w:rsidRPr="009F34F0" w:rsidRDefault="004E4B76" w:rsidP="00501F56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Projektant w branży </w:t>
            </w:r>
            <w:r w:rsidR="00815169" w:rsidRPr="009F34F0">
              <w:rPr>
                <w:rFonts w:ascii="Times New Roman" w:hAnsi="Times New Roman"/>
                <w:sz w:val="20"/>
                <w:szCs w:val="20"/>
              </w:rPr>
              <w:t xml:space="preserve"> instalacyjnej w zakresie sieci, instalacji i urządzeń cieplnych, wentylacyjnych, gazowych, wodociągowych i kanalizacyjnych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647B2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633958C5" w14:textId="77777777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2A0F66FE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2BEEE78E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1A89C7FC" w14:textId="77777777" w:rsidR="00F66199" w:rsidRDefault="00F66199" w:rsidP="00F6619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będącego instytucją kultury*</w:t>
            </w:r>
          </w:p>
          <w:p w14:paraId="56AF34CF" w14:textId="77777777" w:rsidR="00F66199" w:rsidRDefault="00F66199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735FECB" w14:textId="208CDAB6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3D7C5ACF" w14:textId="77777777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3F11731C" w14:textId="7A04ED87" w:rsidR="00815169" w:rsidRPr="009F34F0" w:rsidRDefault="00815169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C1B4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Nr uprawnień i data ich wydania:</w:t>
            </w:r>
          </w:p>
          <w:p w14:paraId="2908E9A3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</w:t>
            </w:r>
          </w:p>
          <w:p w14:paraId="55F7E47C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20553D2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Zakres posiadanych uprawnień: ……………………………..</w:t>
            </w:r>
          </w:p>
          <w:p w14:paraId="416D72E9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EDE2366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Nazwa organu wydającego:</w:t>
            </w:r>
          </w:p>
          <w:p w14:paraId="4B00AFDC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36B1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7D012D1" w14:textId="77777777" w:rsidR="0006116F" w:rsidRPr="009F34F0" w:rsidRDefault="0006116F" w:rsidP="0006116F">
            <w:pPr>
              <w:ind w:left="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6ED90F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7467606A" w14:textId="1B89D4F7" w:rsidR="00815169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9F34F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815169" w:rsidRPr="009F34F0" w14:paraId="1B10CCD1" w14:textId="77777777" w:rsidTr="00E47F49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A353" w14:textId="77777777" w:rsidR="00815169" w:rsidRPr="009F34F0" w:rsidRDefault="00815169" w:rsidP="00501F56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5FA6" w14:textId="77777777" w:rsidR="00815169" w:rsidRPr="009F34F0" w:rsidRDefault="00815169" w:rsidP="00501F56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3B80" w14:textId="64DDCEA9" w:rsidR="00815169" w:rsidRPr="009F34F0" w:rsidRDefault="004E4B76" w:rsidP="00501F56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Projektant w branży</w:t>
            </w:r>
            <w:r w:rsidR="00815169" w:rsidRPr="009F34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instalacji i urządzeń elektrycznych i elektroenergetycznych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0735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48773F9D" w14:textId="77777777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21D04F31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4F7AC685" w14:textId="77777777" w:rsidR="004E4B76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0E28882E" w14:textId="77777777" w:rsidR="00F66199" w:rsidRDefault="00F66199" w:rsidP="00F6619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059A5E83" w14:textId="77777777" w:rsidR="00F66199" w:rsidRDefault="00F66199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41EAD3D" w14:textId="32C9DFC5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17E8DD98" w14:textId="77777777" w:rsidR="004E4B76" w:rsidRPr="009F34F0" w:rsidRDefault="004E4B76" w:rsidP="004E4B76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Wpis do rejestru: ……………………….. (podać nazwę i numer rejstru)</w:t>
            </w:r>
          </w:p>
          <w:p w14:paraId="1A42FC52" w14:textId="1C6DEE38" w:rsidR="00815169" w:rsidRPr="009F34F0" w:rsidRDefault="00815169" w:rsidP="00501F56">
            <w:pPr>
              <w:spacing w:after="127" w:line="259" w:lineRule="auto"/>
              <w:ind w:left="97"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8D77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Nr uprawnień i data ich wydania:</w:t>
            </w:r>
          </w:p>
          <w:p w14:paraId="3FFDC022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</w:t>
            </w:r>
          </w:p>
          <w:p w14:paraId="04C0B125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F589548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Zakres posiadanych uprawnień: ……………………………..</w:t>
            </w:r>
          </w:p>
          <w:p w14:paraId="3463D7E1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55D9BCA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Nazwa organu wydającego:</w:t>
            </w:r>
          </w:p>
          <w:p w14:paraId="232E9869" w14:textId="77777777" w:rsidR="00815169" w:rsidRPr="009F34F0" w:rsidRDefault="00815169" w:rsidP="00501F56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CA45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C4B77EE" w14:textId="77777777" w:rsidR="0006116F" w:rsidRPr="009F34F0" w:rsidRDefault="0006116F" w:rsidP="0006116F">
            <w:pPr>
              <w:ind w:left="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644CE83" w14:textId="77777777" w:rsidR="0006116F" w:rsidRPr="009F34F0" w:rsidRDefault="0006116F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4D99A9B8" w14:textId="38B3448B" w:rsidR="00815169" w:rsidRPr="009F34F0" w:rsidRDefault="0006116F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9F34F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20DB24E9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9FBC78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A54762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A61FB0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5C29A11" w14:textId="77777777" w:rsidR="00815169" w:rsidRPr="003401B5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D85FFB" w14:textId="77777777" w:rsidR="0080036E" w:rsidRPr="00F204A5" w:rsidRDefault="0080036E" w:rsidP="0080036E">
      <w:pPr>
        <w:ind w:left="230" w:right="2"/>
        <w:jc w:val="center"/>
        <w:rPr>
          <w:rFonts w:cs="Calibri"/>
          <w:color w:val="000000" w:themeColor="text1"/>
        </w:rPr>
      </w:pPr>
    </w:p>
    <w:p w14:paraId="1E67270B" w14:textId="77777777" w:rsidR="0080036E" w:rsidRDefault="0080036E" w:rsidP="0080036E">
      <w:pPr>
        <w:jc w:val="right"/>
      </w:pPr>
    </w:p>
    <w:p w14:paraId="7651A596" w14:textId="77777777" w:rsidR="00AD15A5" w:rsidRPr="00764482" w:rsidRDefault="00AD15A5" w:rsidP="0080036E">
      <w:pPr>
        <w:jc w:val="right"/>
        <w:rPr>
          <w:rFonts w:ascii="Times New Roman" w:hAnsi="Times New Roman"/>
          <w:sz w:val="24"/>
          <w:szCs w:val="24"/>
        </w:rPr>
      </w:pP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  <w:t>____________________________</w:t>
      </w:r>
    </w:p>
    <w:p w14:paraId="354A6E78" w14:textId="77777777" w:rsidR="00145F9F" w:rsidRPr="00145F9F" w:rsidRDefault="00145F9F" w:rsidP="0080036E">
      <w:pPr>
        <w:pStyle w:val="Zwykytekst1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45F9F">
        <w:rPr>
          <w:rFonts w:ascii="Times New Roman" w:hAnsi="Times New Roman" w:cs="Times New Roman"/>
          <w:i/>
        </w:rPr>
        <w:t>podpis osoby umocowanej</w:t>
      </w:r>
    </w:p>
    <w:p w14:paraId="037CB88E" w14:textId="77777777" w:rsidR="00145F9F" w:rsidRPr="00145F9F" w:rsidRDefault="00145F9F" w:rsidP="0080036E">
      <w:pPr>
        <w:pStyle w:val="Zwykytekst1"/>
        <w:ind w:left="998" w:firstLine="3958"/>
        <w:jc w:val="right"/>
        <w:rPr>
          <w:rFonts w:ascii="Times New Roman" w:hAnsi="Times New Roman" w:cs="Times New Roman"/>
          <w:i/>
        </w:rPr>
      </w:pPr>
      <w:r w:rsidRPr="00145F9F">
        <w:rPr>
          <w:rFonts w:ascii="Times New Roman" w:hAnsi="Times New Roman" w:cs="Times New Roman"/>
          <w:i/>
        </w:rPr>
        <w:t>do składania oświadczeń wiedzy i woli Wykonawcy</w:t>
      </w:r>
    </w:p>
    <w:p w14:paraId="62C0D396" w14:textId="77777777" w:rsidR="00145F9F" w:rsidRDefault="00145F9F" w:rsidP="00145F9F">
      <w:pPr>
        <w:jc w:val="both"/>
        <w:rPr>
          <w:rFonts w:ascii="Times New Roman" w:hAnsi="Times New Roman"/>
          <w:sz w:val="24"/>
          <w:szCs w:val="24"/>
        </w:rPr>
      </w:pPr>
    </w:p>
    <w:p w14:paraId="1A81FD95" w14:textId="77777777" w:rsidR="00145F9F" w:rsidRDefault="00145F9F" w:rsidP="00905EE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E9F9AD" w14:textId="77777777" w:rsidR="00145F9F" w:rsidRDefault="00145F9F" w:rsidP="00A410EB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Przez podpis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</w:p>
    <w:p w14:paraId="361C0C55" w14:textId="77777777" w:rsidR="00D020A6" w:rsidRPr="0019637E" w:rsidRDefault="00D020A6" w:rsidP="00A410EB">
      <w:pPr>
        <w:pStyle w:val="Zwykytekst1"/>
        <w:jc w:val="both"/>
        <w:rPr>
          <w:rFonts w:ascii="Times New Roman" w:hAnsi="Times New Roman" w:cs="Times New Roman"/>
        </w:rPr>
      </w:pPr>
      <w:r w:rsidRPr="0019637E">
        <w:rPr>
          <w:rFonts w:ascii="Times New Roman" w:hAnsi="Times New Roman" w:cs="Times New Roman"/>
        </w:rPr>
        <w:t>Przez podmiot trzeci należy rozumieć podmiot udostępniający zasoby na podstawie art. 118 ustawy z dnia 11 września 2019 r. prawo zamówień publicznych.</w:t>
      </w:r>
    </w:p>
    <w:sectPr w:rsidR="00D020A6" w:rsidRPr="0019637E" w:rsidSect="00800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1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3DAA" w14:textId="77777777" w:rsidR="00561EF6" w:rsidRDefault="00561EF6" w:rsidP="00191191">
      <w:r>
        <w:separator/>
      </w:r>
    </w:p>
  </w:endnote>
  <w:endnote w:type="continuationSeparator" w:id="0">
    <w:p w14:paraId="28FEC93E" w14:textId="77777777" w:rsidR="00561EF6" w:rsidRDefault="00561EF6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55E3" w14:textId="77777777" w:rsidR="006F36E4" w:rsidRDefault="006F3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D9D5" w14:textId="77777777" w:rsidR="006F36E4" w:rsidRDefault="006F36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6865" w14:textId="77777777" w:rsidR="006F36E4" w:rsidRDefault="006F3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898E" w14:textId="77777777" w:rsidR="00561EF6" w:rsidRDefault="00561EF6" w:rsidP="00191191">
      <w:r>
        <w:separator/>
      </w:r>
    </w:p>
  </w:footnote>
  <w:footnote w:type="continuationSeparator" w:id="0">
    <w:p w14:paraId="7ECDE0AA" w14:textId="77777777" w:rsidR="00561EF6" w:rsidRDefault="00561EF6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A8DC" w14:textId="77777777" w:rsidR="006F36E4" w:rsidRDefault="006F3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C725" w14:textId="1C516918" w:rsidR="00191191" w:rsidRPr="00764482" w:rsidRDefault="0070597F" w:rsidP="0070597F">
    <w:pPr>
      <w:pStyle w:val="Nagwek"/>
      <w:rPr>
        <w:rFonts w:ascii="Times New Roman" w:hAnsi="Times New Roman"/>
        <w:b/>
        <w:sz w:val="24"/>
        <w:szCs w:val="24"/>
      </w:rPr>
    </w:pPr>
    <w:r w:rsidRPr="00897C41">
      <w:rPr>
        <w:rFonts w:ascii="Times New Roman" w:hAnsi="Times New Roman"/>
        <w:sz w:val="24"/>
        <w:szCs w:val="24"/>
      </w:rPr>
      <w:t>numer sprawy:</w:t>
    </w:r>
    <w:r w:rsidR="00897C41" w:rsidRPr="00897C41">
      <w:rPr>
        <w:rFonts w:ascii="Times New Roman" w:hAnsi="Times New Roman"/>
        <w:sz w:val="24"/>
        <w:szCs w:val="24"/>
      </w:rPr>
      <w:t xml:space="preserve"> </w:t>
    </w:r>
    <w:r w:rsidR="00C12B18" w:rsidRPr="00C12B18">
      <w:rPr>
        <w:rFonts w:ascii="Times New Roman" w:hAnsi="Times New Roman"/>
        <w:sz w:val="24"/>
        <w:szCs w:val="24"/>
      </w:rPr>
      <w:t>331/1</w:t>
    </w:r>
    <w:r w:rsidR="006F36E4">
      <w:rPr>
        <w:rFonts w:ascii="Times New Roman" w:hAnsi="Times New Roman"/>
        <w:sz w:val="24"/>
        <w:szCs w:val="24"/>
      </w:rPr>
      <w:t>4</w:t>
    </w:r>
    <w:r w:rsidR="00C12B18" w:rsidRPr="00C12B18">
      <w:rPr>
        <w:rFonts w:ascii="Times New Roman" w:hAnsi="Times New Roman"/>
        <w:sz w:val="24"/>
        <w:szCs w:val="24"/>
      </w:rPr>
      <w:t>/2025</w:t>
    </w:r>
    <w:r w:rsidR="00C95065">
      <w:rPr>
        <w:rFonts w:ascii="Times New Roman" w:hAnsi="Times New Roman"/>
        <w:b/>
        <w:sz w:val="24"/>
        <w:szCs w:val="24"/>
      </w:rPr>
      <w:tab/>
    </w:r>
    <w:r w:rsidR="00C95065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Pr="00905EEA">
      <w:rPr>
        <w:rFonts w:ascii="Times New Roman" w:hAnsi="Times New Roman"/>
        <w:b/>
        <w:bCs/>
        <w:sz w:val="24"/>
        <w:szCs w:val="24"/>
      </w:rPr>
      <w:t>Zał</w:t>
    </w:r>
    <w:r w:rsidR="00905EEA">
      <w:rPr>
        <w:rFonts w:ascii="Times New Roman" w:hAnsi="Times New Roman"/>
        <w:b/>
        <w:bCs/>
        <w:sz w:val="24"/>
        <w:szCs w:val="24"/>
      </w:rPr>
      <w:t>ącznik</w:t>
    </w:r>
    <w:r w:rsidRPr="00905EEA">
      <w:rPr>
        <w:rFonts w:ascii="Times New Roman" w:hAnsi="Times New Roman"/>
        <w:b/>
        <w:bCs/>
        <w:sz w:val="24"/>
        <w:szCs w:val="24"/>
      </w:rPr>
      <w:t xml:space="preserve"> nr</w:t>
    </w:r>
    <w:r w:rsidR="00422FB0">
      <w:rPr>
        <w:rFonts w:ascii="Times New Roman" w:hAnsi="Times New Roman"/>
        <w:b/>
        <w:bCs/>
        <w:sz w:val="24"/>
        <w:szCs w:val="24"/>
      </w:rPr>
      <w:t>8</w:t>
    </w:r>
    <w:r w:rsidR="00897C41">
      <w:rPr>
        <w:rFonts w:ascii="Times New Roman" w:hAnsi="Times New Roman"/>
        <w:b/>
        <w:bCs/>
        <w:sz w:val="24"/>
        <w:szCs w:val="24"/>
      </w:rPr>
      <w:t xml:space="preserve"> </w:t>
    </w:r>
    <w:r w:rsidRPr="00905EEA">
      <w:rPr>
        <w:rFonts w:ascii="Times New Roman" w:hAnsi="Times New Roman"/>
        <w:b/>
        <w:bCs/>
        <w:sz w:val="24"/>
        <w:szCs w:val="24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3AFFC" w14:textId="77777777" w:rsidR="006F36E4" w:rsidRDefault="006F3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586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63EB76D4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68B81AD2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71982B6F"/>
    <w:multiLevelType w:val="hybridMultilevel"/>
    <w:tmpl w:val="93E64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8571">
    <w:abstractNumId w:val="3"/>
  </w:num>
  <w:num w:numId="2" w16cid:durableId="1979996415">
    <w:abstractNumId w:val="1"/>
  </w:num>
  <w:num w:numId="3" w16cid:durableId="790325766">
    <w:abstractNumId w:val="0"/>
  </w:num>
  <w:num w:numId="4" w16cid:durableId="477233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B06"/>
    <w:rsid w:val="00002F54"/>
    <w:rsid w:val="0001598D"/>
    <w:rsid w:val="000202CD"/>
    <w:rsid w:val="00024334"/>
    <w:rsid w:val="00034C8A"/>
    <w:rsid w:val="000572E0"/>
    <w:rsid w:val="0005777E"/>
    <w:rsid w:val="0006116F"/>
    <w:rsid w:val="00072B1D"/>
    <w:rsid w:val="00075D8E"/>
    <w:rsid w:val="00097646"/>
    <w:rsid w:val="000A4F81"/>
    <w:rsid w:val="000C64B6"/>
    <w:rsid w:val="000D21D5"/>
    <w:rsid w:val="00100B75"/>
    <w:rsid w:val="0011020D"/>
    <w:rsid w:val="00110327"/>
    <w:rsid w:val="00112F93"/>
    <w:rsid w:val="001369D3"/>
    <w:rsid w:val="001456A8"/>
    <w:rsid w:val="00145F9F"/>
    <w:rsid w:val="001530A5"/>
    <w:rsid w:val="00175D36"/>
    <w:rsid w:val="0017746D"/>
    <w:rsid w:val="00186B06"/>
    <w:rsid w:val="00191191"/>
    <w:rsid w:val="00192480"/>
    <w:rsid w:val="0019637E"/>
    <w:rsid w:val="001A4DB7"/>
    <w:rsid w:val="001B7A37"/>
    <w:rsid w:val="001C48C1"/>
    <w:rsid w:val="001E03F8"/>
    <w:rsid w:val="00211432"/>
    <w:rsid w:val="002200E7"/>
    <w:rsid w:val="002229AB"/>
    <w:rsid w:val="00223DCD"/>
    <w:rsid w:val="00254A74"/>
    <w:rsid w:val="0026084E"/>
    <w:rsid w:val="002640E4"/>
    <w:rsid w:val="00294FC6"/>
    <w:rsid w:val="002D1D20"/>
    <w:rsid w:val="00307C68"/>
    <w:rsid w:val="00316C0F"/>
    <w:rsid w:val="00326CA3"/>
    <w:rsid w:val="00333C58"/>
    <w:rsid w:val="00334BDB"/>
    <w:rsid w:val="003401B5"/>
    <w:rsid w:val="00345410"/>
    <w:rsid w:val="003537AA"/>
    <w:rsid w:val="003624DE"/>
    <w:rsid w:val="00391D9A"/>
    <w:rsid w:val="00396D6D"/>
    <w:rsid w:val="003A10EB"/>
    <w:rsid w:val="003D6900"/>
    <w:rsid w:val="003F51A8"/>
    <w:rsid w:val="00404920"/>
    <w:rsid w:val="0040735A"/>
    <w:rsid w:val="00407D1F"/>
    <w:rsid w:val="00422FB0"/>
    <w:rsid w:val="0042577F"/>
    <w:rsid w:val="00425C0F"/>
    <w:rsid w:val="00431B21"/>
    <w:rsid w:val="00434529"/>
    <w:rsid w:val="00457168"/>
    <w:rsid w:val="004A57DC"/>
    <w:rsid w:val="004B282B"/>
    <w:rsid w:val="004B48F8"/>
    <w:rsid w:val="004B4D78"/>
    <w:rsid w:val="004C1960"/>
    <w:rsid w:val="004D21FE"/>
    <w:rsid w:val="004E4B76"/>
    <w:rsid w:val="0050429A"/>
    <w:rsid w:val="0051504D"/>
    <w:rsid w:val="00517C8E"/>
    <w:rsid w:val="00520836"/>
    <w:rsid w:val="005323D1"/>
    <w:rsid w:val="00536665"/>
    <w:rsid w:val="0054340B"/>
    <w:rsid w:val="0054662A"/>
    <w:rsid w:val="00561EF6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7813"/>
    <w:rsid w:val="00612D20"/>
    <w:rsid w:val="00641628"/>
    <w:rsid w:val="006417F7"/>
    <w:rsid w:val="006534DE"/>
    <w:rsid w:val="0065358A"/>
    <w:rsid w:val="006606BA"/>
    <w:rsid w:val="00684A32"/>
    <w:rsid w:val="006C3957"/>
    <w:rsid w:val="006F1371"/>
    <w:rsid w:val="006F36E4"/>
    <w:rsid w:val="007012FA"/>
    <w:rsid w:val="0070597F"/>
    <w:rsid w:val="0071024D"/>
    <w:rsid w:val="00711822"/>
    <w:rsid w:val="007158EB"/>
    <w:rsid w:val="007432E6"/>
    <w:rsid w:val="00760706"/>
    <w:rsid w:val="007619D4"/>
    <w:rsid w:val="00764482"/>
    <w:rsid w:val="00792930"/>
    <w:rsid w:val="007C3E05"/>
    <w:rsid w:val="007C5EDF"/>
    <w:rsid w:val="007D34FA"/>
    <w:rsid w:val="007E5C6B"/>
    <w:rsid w:val="007F1729"/>
    <w:rsid w:val="0080036E"/>
    <w:rsid w:val="00815169"/>
    <w:rsid w:val="00824D67"/>
    <w:rsid w:val="008336B7"/>
    <w:rsid w:val="0086704E"/>
    <w:rsid w:val="00873AFA"/>
    <w:rsid w:val="008803EE"/>
    <w:rsid w:val="00897C41"/>
    <w:rsid w:val="008A2D17"/>
    <w:rsid w:val="008B2401"/>
    <w:rsid w:val="008B29C6"/>
    <w:rsid w:val="008B463B"/>
    <w:rsid w:val="008B59AC"/>
    <w:rsid w:val="008D6E44"/>
    <w:rsid w:val="008D725A"/>
    <w:rsid w:val="008E1A58"/>
    <w:rsid w:val="00905EEA"/>
    <w:rsid w:val="00911E21"/>
    <w:rsid w:val="009374D6"/>
    <w:rsid w:val="00937508"/>
    <w:rsid w:val="009707A4"/>
    <w:rsid w:val="00974AD0"/>
    <w:rsid w:val="00991AE8"/>
    <w:rsid w:val="00994922"/>
    <w:rsid w:val="00997CFB"/>
    <w:rsid w:val="009A4DBA"/>
    <w:rsid w:val="009B4B60"/>
    <w:rsid w:val="009C2DA5"/>
    <w:rsid w:val="009D1FE8"/>
    <w:rsid w:val="009D74D1"/>
    <w:rsid w:val="009D7C92"/>
    <w:rsid w:val="009E25D9"/>
    <w:rsid w:val="009F00FE"/>
    <w:rsid w:val="009F20DB"/>
    <w:rsid w:val="009F34F0"/>
    <w:rsid w:val="00A050A8"/>
    <w:rsid w:val="00A23015"/>
    <w:rsid w:val="00A334E0"/>
    <w:rsid w:val="00A373A2"/>
    <w:rsid w:val="00A410EB"/>
    <w:rsid w:val="00A43C67"/>
    <w:rsid w:val="00A6101E"/>
    <w:rsid w:val="00A82844"/>
    <w:rsid w:val="00AB7811"/>
    <w:rsid w:val="00AB7DCB"/>
    <w:rsid w:val="00AD15A5"/>
    <w:rsid w:val="00AD6CA4"/>
    <w:rsid w:val="00B025B5"/>
    <w:rsid w:val="00B551E6"/>
    <w:rsid w:val="00B662CF"/>
    <w:rsid w:val="00B72B8D"/>
    <w:rsid w:val="00B7542A"/>
    <w:rsid w:val="00B825D5"/>
    <w:rsid w:val="00B952F1"/>
    <w:rsid w:val="00B9607E"/>
    <w:rsid w:val="00BA7863"/>
    <w:rsid w:val="00BB38CD"/>
    <w:rsid w:val="00BD148D"/>
    <w:rsid w:val="00BE6561"/>
    <w:rsid w:val="00C12B18"/>
    <w:rsid w:val="00C136F1"/>
    <w:rsid w:val="00C1525C"/>
    <w:rsid w:val="00C211F1"/>
    <w:rsid w:val="00C56C75"/>
    <w:rsid w:val="00C95065"/>
    <w:rsid w:val="00CA47AE"/>
    <w:rsid w:val="00CD09E5"/>
    <w:rsid w:val="00CD53B7"/>
    <w:rsid w:val="00CF08F0"/>
    <w:rsid w:val="00CF1EB0"/>
    <w:rsid w:val="00CF7482"/>
    <w:rsid w:val="00D020A6"/>
    <w:rsid w:val="00D06670"/>
    <w:rsid w:val="00D2478D"/>
    <w:rsid w:val="00D32FBF"/>
    <w:rsid w:val="00D425BD"/>
    <w:rsid w:val="00D44C84"/>
    <w:rsid w:val="00D561A7"/>
    <w:rsid w:val="00D718A4"/>
    <w:rsid w:val="00D76D87"/>
    <w:rsid w:val="00DB70F8"/>
    <w:rsid w:val="00DC5237"/>
    <w:rsid w:val="00DE03A3"/>
    <w:rsid w:val="00DE1883"/>
    <w:rsid w:val="00DE74F2"/>
    <w:rsid w:val="00E051BB"/>
    <w:rsid w:val="00E31835"/>
    <w:rsid w:val="00E43FC8"/>
    <w:rsid w:val="00E457B4"/>
    <w:rsid w:val="00E47AFB"/>
    <w:rsid w:val="00E47ECB"/>
    <w:rsid w:val="00E47F49"/>
    <w:rsid w:val="00E717AA"/>
    <w:rsid w:val="00E91CB4"/>
    <w:rsid w:val="00EB0636"/>
    <w:rsid w:val="00EB4B64"/>
    <w:rsid w:val="00EC5201"/>
    <w:rsid w:val="00ED383A"/>
    <w:rsid w:val="00EE24B2"/>
    <w:rsid w:val="00EF15B7"/>
    <w:rsid w:val="00EF6684"/>
    <w:rsid w:val="00F17D7D"/>
    <w:rsid w:val="00F33851"/>
    <w:rsid w:val="00F66199"/>
    <w:rsid w:val="00F92F52"/>
    <w:rsid w:val="00F97944"/>
    <w:rsid w:val="00FC1B97"/>
    <w:rsid w:val="00FC1E09"/>
    <w:rsid w:val="00FD6C11"/>
    <w:rsid w:val="00FE05CD"/>
    <w:rsid w:val="00FF5E2B"/>
    <w:rsid w:val="00FF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F7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34"/>
    <w:qFormat/>
    <w:rsid w:val="0080036E"/>
    <w:pPr>
      <w:spacing w:after="200" w:line="276" w:lineRule="auto"/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100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4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2023-07-21T08:02:00Z</dcterms:created>
  <dcterms:modified xsi:type="dcterms:W3CDTF">2025-11-28T17:33:00Z</dcterms:modified>
</cp:coreProperties>
</file>